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274E9" w14:textId="7EE716AC" w:rsidR="00C20390" w:rsidRPr="0039308D" w:rsidRDefault="00F626C5" w:rsidP="00A2695F">
      <w:pPr>
        <w:jc w:val="center"/>
        <w:rPr>
          <w:rFonts w:cs="Times New Roman"/>
          <w:b/>
          <w:bCs/>
          <w:sz w:val="32"/>
          <w:szCs w:val="28"/>
        </w:rPr>
      </w:pPr>
      <w:r w:rsidRPr="0039308D">
        <w:rPr>
          <w:rFonts w:cs="Times New Roman"/>
          <w:b/>
          <w:bCs/>
          <w:color w:val="EE0000"/>
          <w:sz w:val="32"/>
          <w:szCs w:val="28"/>
        </w:rPr>
        <w:t xml:space="preserve">KHUNG NĂNG LỰC SỐ  </w:t>
      </w:r>
      <w:r w:rsidR="00E975FF" w:rsidRPr="0039308D">
        <w:rPr>
          <w:rFonts w:cs="Times New Roman"/>
          <w:b/>
          <w:bCs/>
          <w:color w:val="EE0000"/>
          <w:sz w:val="32"/>
          <w:szCs w:val="28"/>
        </w:rPr>
        <w:t xml:space="preserve">CÔNG NGHỆ </w:t>
      </w:r>
      <w:r w:rsidRPr="0039308D">
        <w:rPr>
          <w:rFonts w:cs="Times New Roman"/>
          <w:b/>
          <w:bCs/>
          <w:color w:val="EE0000"/>
          <w:sz w:val="32"/>
          <w:szCs w:val="28"/>
        </w:rPr>
        <w:t xml:space="preserve"> </w:t>
      </w:r>
      <w:r w:rsidR="004C26F2" w:rsidRPr="0039308D">
        <w:rPr>
          <w:rFonts w:cs="Times New Roman"/>
          <w:b/>
          <w:bCs/>
          <w:color w:val="EE0000"/>
          <w:sz w:val="32"/>
          <w:szCs w:val="28"/>
        </w:rPr>
        <w:t xml:space="preserve">6 </w:t>
      </w:r>
      <w:r w:rsidRPr="0039308D">
        <w:rPr>
          <w:rFonts w:cs="Times New Roman"/>
          <w:b/>
          <w:bCs/>
          <w:color w:val="EE0000"/>
          <w:sz w:val="32"/>
          <w:szCs w:val="28"/>
        </w:rPr>
        <w:t>-</w:t>
      </w:r>
      <w:r w:rsidR="004C26F2" w:rsidRPr="0039308D">
        <w:rPr>
          <w:rFonts w:cs="Times New Roman"/>
          <w:b/>
          <w:bCs/>
          <w:color w:val="EE0000"/>
          <w:sz w:val="32"/>
          <w:szCs w:val="28"/>
        </w:rPr>
        <w:t xml:space="preserve"> </w:t>
      </w:r>
      <w:r w:rsidR="00E975FF" w:rsidRPr="0039308D">
        <w:rPr>
          <w:rFonts w:cs="Times New Roman"/>
          <w:b/>
          <w:bCs/>
          <w:color w:val="EE0000"/>
          <w:sz w:val="32"/>
          <w:szCs w:val="28"/>
        </w:rPr>
        <w:t>CTST</w:t>
      </w:r>
    </w:p>
    <w:p w14:paraId="12ACF319" w14:textId="77777777" w:rsidR="00F626C5" w:rsidRPr="0039308D" w:rsidRDefault="00F626C5">
      <w:pPr>
        <w:rPr>
          <w:rFonts w:cs="Times New Roman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5"/>
        <w:gridCol w:w="1776"/>
        <w:gridCol w:w="2767"/>
        <w:gridCol w:w="1519"/>
        <w:gridCol w:w="2352"/>
      </w:tblGrid>
      <w:tr w:rsidR="0039308D" w:rsidRPr="0039308D" w14:paraId="1B457634" w14:textId="77777777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5B3F011" w14:textId="77777777" w:rsidR="0039308D" w:rsidRPr="0039308D" w:rsidRDefault="0039308D" w:rsidP="0039308D">
            <w:pPr>
              <w:spacing w:after="0"/>
              <w:rPr>
                <w:rFonts w:eastAsia="Times New Roman" w:cs="Times New Roman"/>
                <w:b/>
                <w:bCs/>
                <w:color w:val="1B1C1D"/>
                <w:kern w:val="0"/>
                <w:szCs w:val="24"/>
                <w14:ligatures w14:val="none"/>
              </w:rPr>
            </w:pPr>
            <w:r w:rsidRPr="0039308D">
              <w:rPr>
                <w:rFonts w:eastAsia="Times New Roman" w:cs="Times New Roman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STT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30DAEAA" w14:textId="77777777" w:rsidR="0039308D" w:rsidRPr="0039308D" w:rsidRDefault="0039308D" w:rsidP="0039308D">
            <w:pPr>
              <w:spacing w:after="0"/>
              <w:rPr>
                <w:rFonts w:eastAsia="Times New Roman" w:cs="Times New Roman"/>
                <w:b/>
                <w:bCs/>
                <w:color w:val="1B1C1D"/>
                <w:kern w:val="0"/>
                <w:szCs w:val="24"/>
                <w14:ligatures w14:val="none"/>
              </w:rPr>
            </w:pPr>
            <w:r w:rsidRPr="0039308D">
              <w:rPr>
                <w:rFonts w:eastAsia="Times New Roman" w:cs="Times New Roman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Bài học/Chủ điểm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EF29E93" w14:textId="77777777" w:rsidR="0039308D" w:rsidRPr="0039308D" w:rsidRDefault="0039308D" w:rsidP="0039308D">
            <w:pPr>
              <w:spacing w:after="0"/>
              <w:rPr>
                <w:rFonts w:eastAsia="Times New Roman" w:cs="Times New Roman"/>
                <w:b/>
                <w:bCs/>
                <w:color w:val="1B1C1D"/>
                <w:kern w:val="0"/>
                <w:szCs w:val="24"/>
                <w14:ligatures w14:val="none"/>
              </w:rPr>
            </w:pPr>
            <w:r w:rsidRPr="0039308D">
              <w:rPr>
                <w:rFonts w:eastAsia="Times New Roman" w:cs="Times New Roman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Hoạt động Công nghệ số điển hình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CBA601D" w14:textId="77777777" w:rsidR="0039308D" w:rsidRPr="0039308D" w:rsidRDefault="0039308D" w:rsidP="0039308D">
            <w:pPr>
              <w:spacing w:after="0"/>
              <w:rPr>
                <w:rFonts w:eastAsia="Times New Roman" w:cs="Times New Roman"/>
                <w:b/>
                <w:bCs/>
                <w:color w:val="1B1C1D"/>
                <w:kern w:val="0"/>
                <w:szCs w:val="24"/>
                <w14:ligatures w14:val="none"/>
              </w:rPr>
            </w:pPr>
            <w:r w:rsidRPr="0039308D">
              <w:rPr>
                <w:rFonts w:eastAsia="Times New Roman" w:cs="Times New Roman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Gợi ý Mã hóa NLS (TC1)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5063C56" w14:textId="77777777" w:rsidR="0039308D" w:rsidRPr="0039308D" w:rsidRDefault="0039308D" w:rsidP="0039308D">
            <w:pPr>
              <w:spacing w:after="0"/>
              <w:rPr>
                <w:rFonts w:eastAsia="Times New Roman" w:cs="Times New Roman"/>
                <w:b/>
                <w:bCs/>
                <w:color w:val="1B1C1D"/>
                <w:kern w:val="0"/>
                <w:szCs w:val="24"/>
                <w14:ligatures w14:val="none"/>
              </w:rPr>
            </w:pPr>
            <w:r w:rsidRPr="0039308D">
              <w:rPr>
                <w:rFonts w:eastAsia="Times New Roman" w:cs="Times New Roman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Mô tả Năng lực số (Dựa theo Mã hóa NLS TC1)</w:t>
            </w:r>
          </w:p>
        </w:tc>
      </w:tr>
      <w:tr w:rsidR="0039308D" w:rsidRPr="0039308D" w14:paraId="207D3452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2D45CE4" w14:textId="77777777" w:rsidR="0039308D" w:rsidRPr="0039308D" w:rsidRDefault="0039308D" w:rsidP="0039308D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37FC72EA" w14:textId="77777777" w:rsidR="0039308D" w:rsidRPr="0039308D" w:rsidRDefault="0039308D" w:rsidP="0039308D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Bài 1: Nhà ở đối với con người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AD15DE9" w14:textId="77777777" w:rsidR="0039308D" w:rsidRPr="0039308D" w:rsidRDefault="0039308D" w:rsidP="0039308D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Tìm kiếm:</w:t>
            </w:r>
            <w:r w:rsidRPr="0039308D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</w:t>
            </w: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Giải thích được nhu cầu thông tin</w:t>
            </w:r>
            <w:r w:rsidRPr="0039308D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về các loại hình nhà ở, vai trò của nhà ở trong các bối cảnh văn hóa khác nhau.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D0CAADA" w14:textId="77777777" w:rsidR="0039308D" w:rsidRPr="0039308D" w:rsidRDefault="0039308D" w:rsidP="0039308D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1.1.TC1a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A036D18" w14:textId="77777777" w:rsidR="0039308D" w:rsidRPr="0039308D" w:rsidRDefault="0039308D" w:rsidP="0039308D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Giải thích được nhu cầu thông tin.</w:t>
            </w:r>
          </w:p>
        </w:tc>
      </w:tr>
      <w:tr w:rsidR="0039308D" w:rsidRPr="0039308D" w14:paraId="761CFD6F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E4CF844" w14:textId="77777777" w:rsidR="0039308D" w:rsidRPr="0039308D" w:rsidRDefault="0039308D" w:rsidP="0039308D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9DD37AB" w14:textId="77777777" w:rsidR="0039308D" w:rsidRPr="0039308D" w:rsidRDefault="0039308D" w:rsidP="0039308D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Bài 2: Sử dụng năng lượng trong gia đình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6AD9BC5" w14:textId="77777777" w:rsidR="0039308D" w:rsidRPr="0039308D" w:rsidRDefault="0039308D" w:rsidP="0039308D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Đánh giá:</w:t>
            </w:r>
            <w:r w:rsidRPr="0039308D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</w:t>
            </w: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Thực hiện phân tích, so sánh, đánh giá được độ tin cậy</w:t>
            </w:r>
            <w:r w:rsidRPr="0039308D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của các nguồn thông tin về tiết kiệm năng lượng hoặc nguồn năng lượng tái tạo.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2D3DD00D" w14:textId="77777777" w:rsidR="0039308D" w:rsidRPr="0039308D" w:rsidRDefault="0039308D" w:rsidP="0039308D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1.2.TC1a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37634363" w14:textId="77777777" w:rsidR="0039308D" w:rsidRPr="0039308D" w:rsidRDefault="0039308D" w:rsidP="0039308D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Thực hiện phân tích, so sánh, đánh giá được độ tin cậy</w:t>
            </w:r>
            <w:r w:rsidRPr="0039308D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và độ chính xác của các nguồn dữ liệu, thông tin.</w:t>
            </w:r>
          </w:p>
        </w:tc>
      </w:tr>
      <w:tr w:rsidR="0039308D" w:rsidRPr="0039308D" w14:paraId="68B7F65E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1338EAC" w14:textId="77777777" w:rsidR="0039308D" w:rsidRPr="0039308D" w:rsidRDefault="0039308D" w:rsidP="0039308D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1F5465C" w14:textId="77777777" w:rsidR="0039308D" w:rsidRPr="0039308D" w:rsidRDefault="0039308D" w:rsidP="0039308D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Bài 3: Ngôi nhà thông minh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9990425" w14:textId="77777777" w:rsidR="0039308D" w:rsidRPr="0039308D" w:rsidRDefault="0039308D" w:rsidP="0039308D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Sáng tạo:</w:t>
            </w:r>
            <w:r w:rsidRPr="0039308D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</w:t>
            </w: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Lựa chọn các công cụ số phù hợp</w:t>
            </w:r>
            <w:r w:rsidRPr="0039308D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để tạo ra nội dung số (ví dụ: mô hình sơ đồ) giới thiệu về các thiết bị thông minh.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E40FFA4" w14:textId="77777777" w:rsidR="0039308D" w:rsidRPr="0039308D" w:rsidRDefault="0039308D" w:rsidP="0039308D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3.1.TC1b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E9C2EB1" w14:textId="77777777" w:rsidR="0039308D" w:rsidRPr="0039308D" w:rsidRDefault="0039308D" w:rsidP="0039308D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Lựa chọn được các công cụ số phù hợp</w:t>
            </w:r>
            <w:r w:rsidRPr="0039308D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để tạo các loại nội dung số khác nhau.</w:t>
            </w:r>
          </w:p>
        </w:tc>
      </w:tr>
      <w:tr w:rsidR="0039308D" w:rsidRPr="0039308D" w14:paraId="516C808C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4736B95" w14:textId="77777777" w:rsidR="0039308D" w:rsidRPr="0039308D" w:rsidRDefault="0039308D" w:rsidP="0039308D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Dự án 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AF32180" w14:textId="77777777" w:rsidR="0039308D" w:rsidRPr="0039308D" w:rsidRDefault="0039308D" w:rsidP="0039308D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Ngôi nhà của em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2C58F468" w14:textId="77777777" w:rsidR="0039308D" w:rsidRPr="0039308D" w:rsidRDefault="0039308D" w:rsidP="0039308D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Cộng tác:</w:t>
            </w:r>
            <w:r w:rsidRPr="0039308D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</w:t>
            </w: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Sử dụng các công cụ số để thực hiện các hoạt động hợp tác</w:t>
            </w:r>
            <w:r w:rsidRPr="0039308D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theo nhóm đơn giản (phác thảo thiết kế nhà, phân công nhiệm vụ).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BA50981" w14:textId="77777777" w:rsidR="0039308D" w:rsidRPr="0039308D" w:rsidRDefault="0039308D" w:rsidP="0039308D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5.1.TC1b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356A7DE5" w14:textId="77777777" w:rsidR="0039308D" w:rsidRPr="0039308D" w:rsidRDefault="0039308D" w:rsidP="0039308D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Sử dụng các công cụ số để thực hiện các hoạt động hợp tác</w:t>
            </w:r>
            <w:r w:rsidRPr="0039308D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theo nhóm đơn giản.</w:t>
            </w:r>
          </w:p>
        </w:tc>
      </w:tr>
      <w:tr w:rsidR="0039308D" w:rsidRPr="0039308D" w14:paraId="1EC8D4DF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A8C6A34" w14:textId="77777777" w:rsidR="0039308D" w:rsidRPr="0039308D" w:rsidRDefault="0039308D" w:rsidP="0039308D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7D32396" w14:textId="77777777" w:rsidR="0039308D" w:rsidRPr="0039308D" w:rsidRDefault="0039308D" w:rsidP="0039308D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Bài 4: Thực phẩm và dinh dưỡng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A08EB09" w14:textId="77777777" w:rsidR="0039308D" w:rsidRPr="0039308D" w:rsidRDefault="0039308D" w:rsidP="0039308D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Tổ chức:</w:t>
            </w:r>
            <w:r w:rsidRPr="0039308D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</w:t>
            </w: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Lựa chọn và sử dụng công cụ số để sắp xếp, tổ chức thông tin</w:t>
            </w:r>
            <w:r w:rsidRPr="0039308D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về các nhóm thực phẩm và chế độ dinh dưỡng hợp lí.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32DA54A" w14:textId="77777777" w:rsidR="0039308D" w:rsidRPr="0039308D" w:rsidRDefault="0039308D" w:rsidP="0039308D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2.3.TC1a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92AECBD" w14:textId="77777777" w:rsidR="0039308D" w:rsidRPr="0039308D" w:rsidRDefault="0039308D" w:rsidP="0039308D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Lựa chọn và sử dụng công cụ số để sắp xếp, tổ chức thông tin, dữ liệu số</w:t>
            </w:r>
            <w:r w:rsidRPr="0039308D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theo tiêu chí nhất định.</w:t>
            </w:r>
          </w:p>
        </w:tc>
      </w:tr>
      <w:tr w:rsidR="0039308D" w:rsidRPr="0039308D" w14:paraId="1A29E810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99B2A0F" w14:textId="77777777" w:rsidR="0039308D" w:rsidRPr="0039308D" w:rsidRDefault="0039308D" w:rsidP="0039308D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0A93A04" w14:textId="77777777" w:rsidR="0039308D" w:rsidRPr="0039308D" w:rsidRDefault="0039308D" w:rsidP="0039308D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Bài 5: Bảo quản và chế biến thực phẩm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2723B0FA" w14:textId="77777777" w:rsidR="0039308D" w:rsidRPr="0039308D" w:rsidRDefault="0039308D" w:rsidP="0039308D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Sáng tạo:</w:t>
            </w:r>
            <w:r w:rsidRPr="0039308D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</w:t>
            </w: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Tạo nội dung số dưới dạng văn bản</w:t>
            </w:r>
            <w:r w:rsidRPr="0039308D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(quy trình, công thức) về cách bảo quản/chế biến một món ăn.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F4934AC" w14:textId="77777777" w:rsidR="0039308D" w:rsidRPr="0039308D" w:rsidRDefault="0039308D" w:rsidP="0039308D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3.1.TC1a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67679C2" w14:textId="77777777" w:rsidR="0039308D" w:rsidRPr="0039308D" w:rsidRDefault="0039308D" w:rsidP="0039308D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Tạo nội dung số dưới dạng văn bản</w:t>
            </w:r>
            <w:r w:rsidRPr="0039308D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(tóm tắt, văn bản tường thuật, báo cáo).</w:t>
            </w:r>
          </w:p>
        </w:tc>
      </w:tr>
      <w:tr w:rsidR="0039308D" w:rsidRPr="0039308D" w14:paraId="215C670F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4B86675" w14:textId="77777777" w:rsidR="0039308D" w:rsidRPr="0039308D" w:rsidRDefault="0039308D" w:rsidP="0039308D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13F7CA2" w14:textId="77777777" w:rsidR="0039308D" w:rsidRPr="0039308D" w:rsidRDefault="0039308D" w:rsidP="0039308D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Bài 6: Các loại vải thường dùng trong may mặc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3B9D1C6F" w14:textId="77777777" w:rsidR="0039308D" w:rsidRPr="0039308D" w:rsidRDefault="0039308D" w:rsidP="0039308D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Tìm kiếm:</w:t>
            </w:r>
            <w:r w:rsidRPr="0039308D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</w:t>
            </w: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Thực hiện được rõ ràng và theo quy trình các tìm kiếm</w:t>
            </w:r>
            <w:r w:rsidRPr="0039308D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về các loại vải, đặc tính và ứng dụng của chúng.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558900A" w14:textId="77777777" w:rsidR="0039308D" w:rsidRPr="0039308D" w:rsidRDefault="0039308D" w:rsidP="0039308D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1.1.TC1b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19A8E94" w14:textId="77777777" w:rsidR="0039308D" w:rsidRPr="0039308D" w:rsidRDefault="0039308D" w:rsidP="0039308D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Thực hiện được rõ ràng và theo quy trình các tìm kiếm</w:t>
            </w:r>
            <w:r w:rsidRPr="0039308D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để tìm dữ liệu, thông tin và nội dung trong môi trường số.</w:t>
            </w:r>
          </w:p>
        </w:tc>
      </w:tr>
      <w:tr w:rsidR="0039308D" w:rsidRPr="0039308D" w14:paraId="3D1AF146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0EA7321" w14:textId="77777777" w:rsidR="0039308D" w:rsidRPr="0039308D" w:rsidRDefault="0039308D" w:rsidP="0039308D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D4FA5AB" w14:textId="77777777" w:rsidR="0039308D" w:rsidRPr="0039308D" w:rsidRDefault="0039308D" w:rsidP="0039308D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Bài 7: Trang phục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23939047" w14:textId="77777777" w:rsidR="0039308D" w:rsidRPr="0039308D" w:rsidRDefault="0039308D" w:rsidP="0039308D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Tổ chức:</w:t>
            </w:r>
            <w:r w:rsidRPr="0039308D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</w:t>
            </w: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Sử dụng các công cụ số để tổ chức, phân loại, kết nối và liên kết</w:t>
            </w:r>
            <w:r w:rsidRPr="0039308D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thông tin về cách lựa chọn và bảo quản trang phục.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F12B0B5" w14:textId="77777777" w:rsidR="0039308D" w:rsidRPr="0039308D" w:rsidRDefault="0039308D" w:rsidP="0039308D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2.3.TC1b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3B120372" w14:textId="77777777" w:rsidR="0039308D" w:rsidRPr="0039308D" w:rsidRDefault="0039308D" w:rsidP="0039308D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Sử dụng các công cụ số để tổ chức, phân loại, kết nối và liên kết</w:t>
            </w:r>
            <w:r w:rsidRPr="0039308D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thông tin, dữ liệu số.</w:t>
            </w:r>
          </w:p>
        </w:tc>
      </w:tr>
      <w:tr w:rsidR="0039308D" w:rsidRPr="0039308D" w14:paraId="059E4959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DA6E17F" w14:textId="77777777" w:rsidR="0039308D" w:rsidRPr="0039308D" w:rsidRDefault="0039308D" w:rsidP="0039308D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625A187" w14:textId="77777777" w:rsidR="0039308D" w:rsidRPr="0039308D" w:rsidRDefault="0039308D" w:rsidP="0039308D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Bài 8: Thời trang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3CB26A18" w14:textId="77777777" w:rsidR="0039308D" w:rsidRPr="0039308D" w:rsidRDefault="0039308D" w:rsidP="0039308D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Chia sẻ:</w:t>
            </w:r>
            <w:r w:rsidRPr="0039308D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</w:t>
            </w: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Lựa chọn được công cụ và hình thức phù hợp</w:t>
            </w:r>
            <w:r w:rsidRPr="0039308D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(trình chiếu, blog đơn giản) để chia sẻ ý tưởng về thời trang và phong cách cá nhân.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239D0173" w14:textId="77777777" w:rsidR="0039308D" w:rsidRPr="0039308D" w:rsidRDefault="0039308D" w:rsidP="0039308D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3.3.TC1a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94D4D60" w14:textId="77777777" w:rsidR="0039308D" w:rsidRPr="0039308D" w:rsidRDefault="0039308D" w:rsidP="0039308D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Lựa chọn được công cụ và hình thức phù hợp</w:t>
            </w:r>
            <w:r w:rsidRPr="0039308D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để chia sẻ sản phẩm học tập/tài liệu.</w:t>
            </w:r>
          </w:p>
        </w:tc>
      </w:tr>
      <w:tr w:rsidR="0039308D" w:rsidRPr="0039308D" w14:paraId="773A9F95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24709D45" w14:textId="77777777" w:rsidR="0039308D" w:rsidRPr="0039308D" w:rsidRDefault="0039308D" w:rsidP="0039308D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F4E33EA" w14:textId="77777777" w:rsidR="0039308D" w:rsidRPr="0039308D" w:rsidRDefault="0039308D" w:rsidP="0039308D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Bài 9: Sử dụng đồ dùng điện trong gia đình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62A554D" w14:textId="77777777" w:rsidR="0039308D" w:rsidRPr="0039308D" w:rsidRDefault="0039308D" w:rsidP="0039308D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Xử lí vấn đề:</w:t>
            </w:r>
            <w:r w:rsidRPr="0039308D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</w:t>
            </w: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Gắn kết được cá nhân và tập thể</w:t>
            </w:r>
            <w:r w:rsidRPr="0039308D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vào quá trình xử lý nhận thức về việc sử dụng điện tiết kiệm và hiệu quả.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11734C6" w14:textId="77777777" w:rsidR="0039308D" w:rsidRPr="0039308D" w:rsidRDefault="0039308D" w:rsidP="0039308D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5.3.TC1b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2508CE9" w14:textId="77777777" w:rsidR="0039308D" w:rsidRPr="0039308D" w:rsidRDefault="0039308D" w:rsidP="0039308D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Gắn kết được cá nhân và tập thể</w:t>
            </w:r>
            <w:r w:rsidRPr="0039308D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vào một số quá trình xử lý nhận thức để hiểu và giải quyết các vấn đề mang tính khái niệm.</w:t>
            </w:r>
          </w:p>
        </w:tc>
      </w:tr>
      <w:tr w:rsidR="0039308D" w:rsidRPr="0039308D" w14:paraId="6BA6213D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F090846" w14:textId="77777777" w:rsidR="0039308D" w:rsidRPr="0039308D" w:rsidRDefault="0039308D" w:rsidP="0039308D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388F23B2" w14:textId="77777777" w:rsidR="0039308D" w:rsidRPr="0039308D" w:rsidRDefault="0039308D" w:rsidP="0039308D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Bài 10: An toàn điện trong gia đình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6593B54" w14:textId="77777777" w:rsidR="0039308D" w:rsidRPr="0039308D" w:rsidRDefault="0039308D" w:rsidP="0039308D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An toàn số:</w:t>
            </w:r>
            <w:r w:rsidRPr="0039308D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</w:t>
            </w: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Giải thích được nhu cầu bảo vệ thông tin cá nhân và quyền riêng tư</w:t>
            </w:r>
            <w:r w:rsidRPr="0039308D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khi tìm hiểu, thảo luận về vấn đề an toàn điện trên mạng.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845F34A" w14:textId="77777777" w:rsidR="0039308D" w:rsidRPr="0039308D" w:rsidRDefault="0039308D" w:rsidP="0039308D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5.2.TC1a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E931554" w14:textId="77777777" w:rsidR="0039308D" w:rsidRPr="0039308D" w:rsidRDefault="0039308D" w:rsidP="0039308D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Giải thích được nhu cầu bảo vệ thông tin cá nhân</w:t>
            </w:r>
            <w:r w:rsidRPr="0039308D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và quyền riêng tư.</w:t>
            </w:r>
          </w:p>
        </w:tc>
      </w:tr>
      <w:tr w:rsidR="0039308D" w:rsidRPr="0039308D" w14:paraId="65145D73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F560663" w14:textId="77777777" w:rsidR="0039308D" w:rsidRPr="0039308D" w:rsidRDefault="0039308D" w:rsidP="0039308D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23FED18" w14:textId="77777777" w:rsidR="0039308D" w:rsidRPr="0039308D" w:rsidRDefault="0039308D" w:rsidP="0039308D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Bài 11: Thực hành (Chế biến món ăn đơn giản/Dự án)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9775F20" w14:textId="77777777" w:rsidR="0039308D" w:rsidRPr="0039308D" w:rsidRDefault="0039308D" w:rsidP="0039308D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Sử dụng AI:</w:t>
            </w:r>
            <w:r w:rsidRPr="0039308D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</w:t>
            </w: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Thực hành được các kỹ năng sử dụng AI</w:t>
            </w:r>
            <w:r w:rsidRPr="0039308D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thông qua các bài tập và dự án nhỏ (ví dụ: tìm kiếm công thức, tính toán chi phí).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23892B51" w14:textId="77777777" w:rsidR="0039308D" w:rsidRPr="0039308D" w:rsidRDefault="0039308D" w:rsidP="0039308D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6.2.TC1b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04F80FD" w14:textId="77777777" w:rsidR="0039308D" w:rsidRPr="0039308D" w:rsidRDefault="0039308D" w:rsidP="0039308D">
            <w:pPr>
              <w:spacing w:after="0"/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</w:pPr>
            <w:r w:rsidRPr="0039308D">
              <w:rPr>
                <w:rFonts w:eastAsia="Times New Roman" w:cs="Times New Roman"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Thực hành được các kỹ năng sử dụng AI</w:t>
            </w:r>
            <w:r w:rsidRPr="0039308D">
              <w:rPr>
                <w:rFonts w:eastAsia="Times New Roman" w:cs="Times New Roman"/>
                <w:color w:val="1B1C1D"/>
                <w:kern w:val="0"/>
                <w:szCs w:val="24"/>
                <w14:ligatures w14:val="none"/>
              </w:rPr>
              <w:t xml:space="preserve"> thông qua các bài tập và dự án nhỏ.</w:t>
            </w:r>
          </w:p>
        </w:tc>
      </w:tr>
    </w:tbl>
    <w:p w14:paraId="06509F1A" w14:textId="77777777" w:rsidR="00F626C5" w:rsidRPr="0039308D" w:rsidRDefault="00F626C5">
      <w:pPr>
        <w:rPr>
          <w:rFonts w:cs="Times New Roman"/>
        </w:rPr>
      </w:pPr>
    </w:p>
    <w:sectPr w:rsidR="00F626C5" w:rsidRPr="0039308D" w:rsidSect="00403788"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6C5"/>
    <w:rsid w:val="00062969"/>
    <w:rsid w:val="000F3CEB"/>
    <w:rsid w:val="0016598F"/>
    <w:rsid w:val="001A0BEC"/>
    <w:rsid w:val="00245781"/>
    <w:rsid w:val="0039308D"/>
    <w:rsid w:val="003A2AC7"/>
    <w:rsid w:val="00403788"/>
    <w:rsid w:val="004C26F2"/>
    <w:rsid w:val="006F01C1"/>
    <w:rsid w:val="00713C79"/>
    <w:rsid w:val="00787980"/>
    <w:rsid w:val="007D384F"/>
    <w:rsid w:val="007F3458"/>
    <w:rsid w:val="00867702"/>
    <w:rsid w:val="008C7BB2"/>
    <w:rsid w:val="009524AF"/>
    <w:rsid w:val="00984DFD"/>
    <w:rsid w:val="00A2695F"/>
    <w:rsid w:val="00A4075B"/>
    <w:rsid w:val="00A843CE"/>
    <w:rsid w:val="00BC690F"/>
    <w:rsid w:val="00C20390"/>
    <w:rsid w:val="00D047D9"/>
    <w:rsid w:val="00D10091"/>
    <w:rsid w:val="00E20EF2"/>
    <w:rsid w:val="00E34565"/>
    <w:rsid w:val="00E96054"/>
    <w:rsid w:val="00E975FF"/>
    <w:rsid w:val="00F42AEF"/>
    <w:rsid w:val="00F626C5"/>
    <w:rsid w:val="00F8291B"/>
    <w:rsid w:val="00F868D5"/>
    <w:rsid w:val="00FF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0A6F2C7"/>
  <w15:chartTrackingRefBased/>
  <w15:docId w15:val="{6F7B4D63-24FC-44DD-B3B2-1872629F0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Binhthng">
    <w:name w:val="Normal"/>
    <w:qFormat/>
  </w:style>
  <w:style w:type="paragraph" w:styleId="u1">
    <w:name w:val="heading 1"/>
    <w:basedOn w:val="Binhthng"/>
    <w:next w:val="Binhthng"/>
    <w:link w:val="u1Char"/>
    <w:uiPriority w:val="9"/>
    <w:qFormat/>
    <w:rsid w:val="00F626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u2">
    <w:name w:val="heading 2"/>
    <w:basedOn w:val="Binhthng"/>
    <w:next w:val="Binhthng"/>
    <w:link w:val="u2Char"/>
    <w:uiPriority w:val="9"/>
    <w:semiHidden/>
    <w:unhideWhenUsed/>
    <w:qFormat/>
    <w:rsid w:val="00F626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u3">
    <w:name w:val="heading 3"/>
    <w:basedOn w:val="Binhthng"/>
    <w:next w:val="Binhthng"/>
    <w:link w:val="u3Char"/>
    <w:uiPriority w:val="9"/>
    <w:semiHidden/>
    <w:unhideWhenUsed/>
    <w:qFormat/>
    <w:rsid w:val="00F626C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u4">
    <w:name w:val="heading 4"/>
    <w:basedOn w:val="Binhthng"/>
    <w:next w:val="Binhthng"/>
    <w:link w:val="u4Char"/>
    <w:uiPriority w:val="9"/>
    <w:semiHidden/>
    <w:unhideWhenUsed/>
    <w:qFormat/>
    <w:rsid w:val="00F626C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u5">
    <w:name w:val="heading 5"/>
    <w:basedOn w:val="Binhthng"/>
    <w:next w:val="Binhthng"/>
    <w:link w:val="u5Char"/>
    <w:uiPriority w:val="9"/>
    <w:semiHidden/>
    <w:unhideWhenUsed/>
    <w:qFormat/>
    <w:rsid w:val="00F626C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u6">
    <w:name w:val="heading 6"/>
    <w:basedOn w:val="Binhthng"/>
    <w:next w:val="Binhthng"/>
    <w:link w:val="u6Char"/>
    <w:uiPriority w:val="9"/>
    <w:semiHidden/>
    <w:unhideWhenUsed/>
    <w:qFormat/>
    <w:rsid w:val="00F626C5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u7">
    <w:name w:val="heading 7"/>
    <w:basedOn w:val="Binhthng"/>
    <w:next w:val="Binhthng"/>
    <w:link w:val="u7Char"/>
    <w:uiPriority w:val="9"/>
    <w:semiHidden/>
    <w:unhideWhenUsed/>
    <w:qFormat/>
    <w:rsid w:val="00F626C5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u8">
    <w:name w:val="heading 8"/>
    <w:basedOn w:val="Binhthng"/>
    <w:next w:val="Binhthng"/>
    <w:link w:val="u8Char"/>
    <w:uiPriority w:val="9"/>
    <w:semiHidden/>
    <w:unhideWhenUsed/>
    <w:qFormat/>
    <w:rsid w:val="00F626C5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u9">
    <w:name w:val="heading 9"/>
    <w:basedOn w:val="Binhthng"/>
    <w:next w:val="Binhthng"/>
    <w:link w:val="u9Char"/>
    <w:uiPriority w:val="9"/>
    <w:semiHidden/>
    <w:unhideWhenUsed/>
    <w:qFormat/>
    <w:rsid w:val="00F626C5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hngmcinhcuaoanvn">
    <w:name w:val="Default Paragraph Font"/>
    <w:uiPriority w:val="1"/>
    <w:semiHidden/>
    <w:unhideWhenUsed/>
  </w:style>
  <w:style w:type="table" w:default="1" w:styleId="BangThngthng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hngco">
    <w:name w:val="No List"/>
    <w:uiPriority w:val="99"/>
    <w:semiHidden/>
    <w:unhideWhenUsed/>
  </w:style>
  <w:style w:type="character" w:customStyle="1" w:styleId="u1Char">
    <w:name w:val="Đầu đề 1 Char"/>
    <w:basedOn w:val="Phngmcinhcuaoanvn"/>
    <w:link w:val="u1"/>
    <w:uiPriority w:val="9"/>
    <w:rsid w:val="00F626C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u2Char">
    <w:name w:val="Đầu đề 2 Char"/>
    <w:basedOn w:val="Phngmcinhcuaoanvn"/>
    <w:link w:val="u2"/>
    <w:uiPriority w:val="9"/>
    <w:semiHidden/>
    <w:rsid w:val="00F626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u3Char">
    <w:name w:val="Đầu đề 3 Char"/>
    <w:basedOn w:val="Phngmcinhcuaoanvn"/>
    <w:link w:val="u3"/>
    <w:uiPriority w:val="9"/>
    <w:semiHidden/>
    <w:rsid w:val="00F626C5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u4Char">
    <w:name w:val="Đầu đề 4 Char"/>
    <w:basedOn w:val="Phngmcinhcuaoanvn"/>
    <w:link w:val="u4"/>
    <w:uiPriority w:val="9"/>
    <w:semiHidden/>
    <w:rsid w:val="00F626C5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u5Char">
    <w:name w:val="Đầu đề 5 Char"/>
    <w:basedOn w:val="Phngmcinhcuaoanvn"/>
    <w:link w:val="u5"/>
    <w:uiPriority w:val="9"/>
    <w:semiHidden/>
    <w:rsid w:val="00F626C5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u6Char">
    <w:name w:val="Đầu đề 6 Char"/>
    <w:basedOn w:val="Phngmcinhcuaoanvn"/>
    <w:link w:val="u6"/>
    <w:uiPriority w:val="9"/>
    <w:semiHidden/>
    <w:rsid w:val="00F626C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u7Char">
    <w:name w:val="Đầu đề 7 Char"/>
    <w:basedOn w:val="Phngmcinhcuaoanvn"/>
    <w:link w:val="u7"/>
    <w:uiPriority w:val="9"/>
    <w:semiHidden/>
    <w:rsid w:val="00F626C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u8Char">
    <w:name w:val="Đầu đề 8 Char"/>
    <w:basedOn w:val="Phngmcinhcuaoanvn"/>
    <w:link w:val="u8"/>
    <w:uiPriority w:val="9"/>
    <w:semiHidden/>
    <w:rsid w:val="00F626C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u9Char">
    <w:name w:val="Đầu đề 9 Char"/>
    <w:basedOn w:val="Phngmcinhcuaoanvn"/>
    <w:link w:val="u9"/>
    <w:uiPriority w:val="9"/>
    <w:semiHidden/>
    <w:rsid w:val="00F626C5"/>
    <w:rPr>
      <w:rFonts w:asciiTheme="minorHAnsi" w:eastAsiaTheme="majorEastAsia" w:hAnsiTheme="minorHAnsi" w:cstheme="majorBidi"/>
      <w:color w:val="272727" w:themeColor="text1" w:themeTint="D8"/>
    </w:rPr>
  </w:style>
  <w:style w:type="paragraph" w:styleId="Tiu">
    <w:name w:val="Title"/>
    <w:basedOn w:val="Binhthng"/>
    <w:next w:val="Binhthng"/>
    <w:link w:val="TiuChar"/>
    <w:uiPriority w:val="10"/>
    <w:qFormat/>
    <w:rsid w:val="00F626C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uChar">
    <w:name w:val="Tiêu đề Char"/>
    <w:basedOn w:val="Phngmcinhcuaoanvn"/>
    <w:link w:val="Tiu"/>
    <w:uiPriority w:val="10"/>
    <w:rsid w:val="00F626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uphu">
    <w:name w:val="Subtitle"/>
    <w:basedOn w:val="Binhthng"/>
    <w:next w:val="Binhthng"/>
    <w:link w:val="TiuphuChar"/>
    <w:uiPriority w:val="11"/>
    <w:qFormat/>
    <w:rsid w:val="00F626C5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TiuphuChar">
    <w:name w:val="Tiêu đề phụ Char"/>
    <w:basedOn w:val="Phngmcinhcuaoanvn"/>
    <w:link w:val="Tiuphu"/>
    <w:uiPriority w:val="11"/>
    <w:rsid w:val="00F626C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Litrichdn">
    <w:name w:val="Quote"/>
    <w:basedOn w:val="Binhthng"/>
    <w:next w:val="Binhthng"/>
    <w:link w:val="LitrichdnChar"/>
    <w:uiPriority w:val="29"/>
    <w:qFormat/>
    <w:rsid w:val="00F626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LitrichdnChar">
    <w:name w:val="Lời trích dẫn Char"/>
    <w:basedOn w:val="Phngmcinhcuaoanvn"/>
    <w:link w:val="Litrichdn"/>
    <w:uiPriority w:val="29"/>
    <w:rsid w:val="00F626C5"/>
    <w:rPr>
      <w:i/>
      <w:iCs/>
      <w:color w:val="404040" w:themeColor="text1" w:themeTint="BF"/>
    </w:rPr>
  </w:style>
  <w:style w:type="paragraph" w:styleId="oancuaDanhsach">
    <w:name w:val="List Paragraph"/>
    <w:basedOn w:val="Binhthng"/>
    <w:uiPriority w:val="34"/>
    <w:qFormat/>
    <w:rsid w:val="00F626C5"/>
    <w:pPr>
      <w:ind w:left="720"/>
      <w:contextualSpacing/>
    </w:pPr>
  </w:style>
  <w:style w:type="character" w:styleId="NhnmnhThm">
    <w:name w:val="Intense Emphasis"/>
    <w:basedOn w:val="Phngmcinhcuaoanvn"/>
    <w:uiPriority w:val="21"/>
    <w:qFormat/>
    <w:rsid w:val="00F626C5"/>
    <w:rPr>
      <w:i/>
      <w:iCs/>
      <w:color w:val="2F5496" w:themeColor="accent1" w:themeShade="BF"/>
    </w:rPr>
  </w:style>
  <w:style w:type="paragraph" w:styleId="Nhaykepm">
    <w:name w:val="Intense Quote"/>
    <w:basedOn w:val="Binhthng"/>
    <w:next w:val="Binhthng"/>
    <w:link w:val="NhaykepmChar"/>
    <w:uiPriority w:val="30"/>
    <w:qFormat/>
    <w:rsid w:val="00F626C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haykepmChar">
    <w:name w:val="Nháy kép Đậm Char"/>
    <w:basedOn w:val="Phngmcinhcuaoanvn"/>
    <w:link w:val="Nhaykepm"/>
    <w:uiPriority w:val="30"/>
    <w:rsid w:val="00F626C5"/>
    <w:rPr>
      <w:i/>
      <w:iCs/>
      <w:color w:val="2F5496" w:themeColor="accent1" w:themeShade="BF"/>
    </w:rPr>
  </w:style>
  <w:style w:type="character" w:styleId="ThamchiuNhnmnh">
    <w:name w:val="Intense Reference"/>
    <w:basedOn w:val="Phngmcinhcuaoanvn"/>
    <w:uiPriority w:val="32"/>
    <w:qFormat/>
    <w:rsid w:val="00F626C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NND\DBM_NND\DB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DBM</Template>
  <TotalTime>1</TotalTime>
  <Pages>2</Pages>
  <Words>484</Words>
  <Characters>2761</Characters>
  <Application>Microsoft Office Word</Application>
  <DocSecurity>0</DocSecurity>
  <Lines>23</Lines>
  <Paragraphs>6</Paragraphs>
  <ScaleCrop>false</ScaleCrop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Xuân Hùng - DTNT Đơn Dương</dc:creator>
  <cp:keywords/>
  <dc:description/>
  <cp:lastModifiedBy>Xuân Hùng - DTNT Đơn Dương</cp:lastModifiedBy>
  <cp:revision>4</cp:revision>
  <dcterms:created xsi:type="dcterms:W3CDTF">2025-10-30T01:44:00Z</dcterms:created>
  <dcterms:modified xsi:type="dcterms:W3CDTF">2025-10-30T01:46:00Z</dcterms:modified>
</cp:coreProperties>
</file>